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8450D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450D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450D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450D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450D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450D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1A36D9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8450D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8450D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8450D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8450DE">
        <w:trPr>
          <w:trHeight w:hRule="exact" w:val="535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8450DE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0" t="2540" r="0" b="1905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04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O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</w:t>
                            </w:r>
                            <w:proofErr w:type="spellEnd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4445" t="2540" r="2540" b="1905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04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n57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</w:t>
                            </w:r>
                            <w:proofErr w:type="spellEnd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8450DE">
        <w:trPr>
          <w:trHeight w:hRule="exact" w:val="4756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8450DE" w:rsidRPr="00A70E50" w:rsidRDefault="008450DE" w:rsidP="008450DE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RIGHT:</w:t>
            </w:r>
          </w:p>
          <w:p w:rsidR="008450DE" w:rsidRDefault="008450DE" w:rsidP="008450D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(CCA), External (ECA) and Internal (ICA) Carotid arteries are all patent with no significant stenosis detected. </w:t>
            </w:r>
          </w:p>
          <w:p w:rsidR="008450DE" w:rsidRDefault="008450DE" w:rsidP="008450DE">
            <w:pPr>
              <w:tabs>
                <w:tab w:val="left" w:pos="1875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ICA PSV= 0.97m/s</w:t>
            </w:r>
            <w:r>
              <w:rPr>
                <w:lang w:val="en-GB"/>
              </w:rPr>
              <w:tab/>
            </w:r>
          </w:p>
          <w:p w:rsidR="008450DE" w:rsidRDefault="008450DE" w:rsidP="008450D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ICA EDV= 0.37m/s</w:t>
            </w:r>
          </w:p>
          <w:p w:rsidR="008450DE" w:rsidRDefault="008450DE" w:rsidP="008450D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8450DE" w:rsidRDefault="008450DE" w:rsidP="008450DE">
            <w:pPr>
              <w:ind w:firstLine="720"/>
              <w:jc w:val="both"/>
              <w:rPr>
                <w:lang w:val="en-GB"/>
              </w:rPr>
            </w:pPr>
          </w:p>
          <w:p w:rsidR="008450DE" w:rsidRPr="00A70E50" w:rsidRDefault="008450DE" w:rsidP="008450DE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LEFT:</w:t>
            </w:r>
          </w:p>
          <w:p w:rsidR="008450DE" w:rsidRDefault="008450DE" w:rsidP="008450D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(CCA), External (ECA) and Internal (ICA) Carotid arteries are all patent with no significant stenosis detected. </w:t>
            </w:r>
          </w:p>
          <w:p w:rsidR="008450DE" w:rsidRDefault="008450DE" w:rsidP="008450D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ICA PSV= 0.89m/s</w:t>
            </w:r>
          </w:p>
          <w:p w:rsidR="008450DE" w:rsidRDefault="008450DE" w:rsidP="008450DE">
            <w:pPr>
              <w:tabs>
                <w:tab w:val="left" w:pos="1942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ICA EDV= 0.28m/s</w:t>
            </w:r>
            <w:r>
              <w:rPr>
                <w:lang w:val="en-GB"/>
              </w:rPr>
              <w:tab/>
            </w:r>
          </w:p>
          <w:p w:rsidR="008450DE" w:rsidRDefault="008450DE" w:rsidP="008450D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8450DE" w:rsidRDefault="008450DE" w:rsidP="008450DE">
            <w:pPr>
              <w:jc w:val="both"/>
              <w:rPr>
                <w:lang w:val="en-GB"/>
              </w:rPr>
            </w:pPr>
          </w:p>
          <w:p w:rsidR="008450DE" w:rsidRPr="00A70E50" w:rsidRDefault="008450DE" w:rsidP="008450DE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CONCLUSION:</w:t>
            </w:r>
          </w:p>
          <w:p w:rsidR="008450DE" w:rsidRDefault="008450DE" w:rsidP="008450D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No haemodynamically significant disease noted in the extra-cranial carotid arteries bilaterally.</w:t>
            </w:r>
          </w:p>
          <w:p w:rsidR="008450DE" w:rsidRDefault="008450DE" w:rsidP="008450D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right and left vertebral arteries are patent with antegrade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0DE" w:rsidRDefault="008450DE" w:rsidP="005748E3">
      <w:r>
        <w:separator/>
      </w:r>
    </w:p>
  </w:endnote>
  <w:endnote w:type="continuationSeparator" w:id="0">
    <w:p w:rsidR="008450DE" w:rsidRDefault="008450DE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8450DE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-4065905</wp:posOffset>
              </wp:positionV>
              <wp:extent cx="635" cy="323850"/>
              <wp:effectExtent l="8255" t="6350" r="10795" b="12065"/>
              <wp:wrapNone/>
              <wp:docPr id="20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7" o:spid="_x0000_s1026" type="#_x0000_t32" style="position:absolute;margin-left:291.8pt;margin-top:-320.15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-3914140</wp:posOffset>
              </wp:positionV>
              <wp:extent cx="250825" cy="116840"/>
              <wp:effectExtent l="8890" t="6350" r="6985" b="10160"/>
              <wp:wrapNone/>
              <wp:docPr id="19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308.2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-3980815</wp:posOffset>
              </wp:positionV>
              <wp:extent cx="5325745" cy="274955"/>
              <wp:effectExtent l="8255" t="6350" r="0" b="4445"/>
              <wp:wrapNone/>
              <wp:docPr id="3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4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7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313.45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AX8MEA&#10;AADbAAAADwAAAGRycy9kb3ducmV2LnhtbERPTWsCMRC9F/wPYQRvNWuRtqxGEbHgQbBqvQ+bcbOY&#10;TNZN3F3/vSkUepvH+5z5sndWtNSEyrOCyTgDQVx4XXGp4Of09foJIkRkjdYzKXhQgOVi8DLHXPuO&#10;D9QeYylSCIccFZgY61zKUBhyGMa+Jk7cxTcOY4JNKXWDXQp3Vr5l2bt0WHFqMFjT2lBxPd6dgvJ2&#10;2J3NdTo57bv13dnN/tvZVqnRsF/NQETq47/4z73Vaf4H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5gF/D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-3899535</wp:posOffset>
              </wp:positionV>
              <wp:extent cx="348615" cy="153035"/>
              <wp:effectExtent l="8255" t="11430" r="5080" b="6985"/>
              <wp:wrapNone/>
              <wp:docPr id="2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307.05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-4016375</wp:posOffset>
              </wp:positionV>
              <wp:extent cx="635" cy="323850"/>
              <wp:effectExtent l="8255" t="8255" r="10795" b="10160"/>
              <wp:wrapNone/>
              <wp:docPr id="1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77" o:spid="_x0000_s1026" type="#_x0000_t32" style="position:absolute;margin-left:291.8pt;margin-top:-316.25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8qmNQIAAGU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0DE" w:rsidRDefault="008450DE" w:rsidP="005748E3">
      <w:r>
        <w:separator/>
      </w:r>
    </w:p>
  </w:footnote>
  <w:footnote w:type="continuationSeparator" w:id="0">
    <w:p w:rsidR="008450DE" w:rsidRDefault="008450DE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8450DE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8450DE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0DE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36D9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D613D"/>
    <w:rsid w:val="002D7122"/>
    <w:rsid w:val="002E04BC"/>
    <w:rsid w:val="002F5484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450DE"/>
    <w:rsid w:val="00880184"/>
    <w:rsid w:val="0088193C"/>
    <w:rsid w:val="00893153"/>
    <w:rsid w:val="008B3BF4"/>
    <w:rsid w:val="008C4F7F"/>
    <w:rsid w:val="009225E3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BB1CE7"/>
    <w:rsid w:val="00C157F3"/>
    <w:rsid w:val="00C64AE2"/>
    <w:rsid w:val="00CB3119"/>
    <w:rsid w:val="00CC6795"/>
    <w:rsid w:val="00CE6813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0DE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0DE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9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Apurba Daha</dc:creator>
  <cp:lastModifiedBy>Daniel Sims</cp:lastModifiedBy>
  <cp:revision>4</cp:revision>
  <cp:lastPrinted>2019-07-24T12:23:00Z</cp:lastPrinted>
  <dcterms:created xsi:type="dcterms:W3CDTF">2019-07-24T12:15:00Z</dcterms:created>
  <dcterms:modified xsi:type="dcterms:W3CDTF">2019-10-15T13:38:00Z</dcterms:modified>
</cp:coreProperties>
</file>